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85053F" w:rsidRPr="0085053F">
        <w:rPr>
          <w:b/>
        </w:rPr>
        <w:t>Nákup vysokotlakého mycího zařízení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  <w:r w:rsidR="0033608C">
        <w:t xml:space="preserve">, </w:t>
      </w:r>
      <w:r w:rsidR="0033608C" w:rsidRPr="006152DF">
        <w:rPr>
          <w:rFonts w:cs="Times New Roman"/>
          <w:color w:val="000000" w:themeColor="text1"/>
        </w:rPr>
        <w:t>na základě pověření č. 2381 ze dne 21. 3. 2018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691204" w:rsidRPr="00EA4CEA" w:rsidRDefault="00691204" w:rsidP="00691204">
      <w:pPr>
        <w:pStyle w:val="Doplujcdaje"/>
        <w:ind w:left="851"/>
        <w:rPr>
          <w:sz w:val="18"/>
          <w:szCs w:val="18"/>
        </w:rPr>
      </w:pPr>
      <w:r w:rsidRPr="00EA4CEA">
        <w:rPr>
          <w:sz w:val="18"/>
          <w:szCs w:val="18"/>
        </w:rPr>
        <w:t>Příloha 1 Formulář ČP o splnění základní způsobilosti</w:t>
      </w:r>
    </w:p>
    <w:p w:rsidR="00691204" w:rsidRPr="00EA4CEA" w:rsidRDefault="00691204" w:rsidP="00691204">
      <w:pPr>
        <w:pStyle w:val="Doplujcdaje"/>
        <w:ind w:left="851"/>
        <w:rPr>
          <w:sz w:val="18"/>
          <w:szCs w:val="18"/>
        </w:rPr>
      </w:pPr>
      <w:r w:rsidRPr="00EA4CEA">
        <w:rPr>
          <w:sz w:val="18"/>
          <w:szCs w:val="18"/>
        </w:rPr>
        <w:t>Příloha 2 Formulář nabídky</w:t>
      </w:r>
    </w:p>
    <w:p w:rsidR="00691204" w:rsidRPr="00EA4CEA" w:rsidRDefault="00691204" w:rsidP="00691204">
      <w:pPr>
        <w:pStyle w:val="Doplujcdaje"/>
        <w:ind w:left="851"/>
        <w:rPr>
          <w:sz w:val="18"/>
          <w:szCs w:val="18"/>
        </w:rPr>
      </w:pPr>
      <w:r w:rsidRPr="00EA4CEA">
        <w:rPr>
          <w:sz w:val="18"/>
          <w:szCs w:val="18"/>
        </w:rPr>
        <w:t xml:space="preserve">Příloha 3 Návrh </w:t>
      </w:r>
      <w:r w:rsidR="00050151">
        <w:rPr>
          <w:sz w:val="18"/>
          <w:szCs w:val="18"/>
        </w:rPr>
        <w:t xml:space="preserve">kupní </w:t>
      </w:r>
      <w:r w:rsidRPr="00EA4CEA">
        <w:rPr>
          <w:sz w:val="18"/>
          <w:szCs w:val="18"/>
        </w:rPr>
        <w:t>smlouvy</w:t>
      </w:r>
      <w:bookmarkStart w:id="0" w:name="_GoBack"/>
      <w:bookmarkEnd w:id="0"/>
    </w:p>
    <w:p w:rsidR="00691204" w:rsidRPr="00EA4CEA" w:rsidRDefault="00691204" w:rsidP="00691204">
      <w:pPr>
        <w:pStyle w:val="Doplujcdaje"/>
        <w:ind w:left="851"/>
        <w:rPr>
          <w:sz w:val="18"/>
          <w:szCs w:val="18"/>
        </w:rPr>
      </w:pPr>
      <w:r w:rsidRPr="00EA4CEA">
        <w:rPr>
          <w:sz w:val="18"/>
          <w:szCs w:val="18"/>
        </w:rPr>
        <w:t>Příloha 4 Čestné prohlášení ve vztahu k zakázaným dohodám</w:t>
      </w:r>
    </w:p>
    <w:p w:rsidR="00691204" w:rsidRPr="00EA4CEA" w:rsidRDefault="00691204" w:rsidP="00691204">
      <w:pPr>
        <w:pStyle w:val="Doplujcdaje"/>
        <w:ind w:left="851"/>
        <w:rPr>
          <w:sz w:val="18"/>
          <w:szCs w:val="18"/>
        </w:rPr>
      </w:pPr>
      <w:r w:rsidRPr="00EA4CEA">
        <w:rPr>
          <w:sz w:val="18"/>
          <w:szCs w:val="18"/>
        </w:rPr>
        <w:t>Příloha 5 Čestné prohlášení k Registru smluv</w:t>
      </w:r>
    </w:p>
    <w:p w:rsidR="00691204" w:rsidRPr="00EA4CEA" w:rsidRDefault="00691204" w:rsidP="00691204">
      <w:pPr>
        <w:pStyle w:val="Doplujcdaje"/>
        <w:ind w:left="851"/>
        <w:rPr>
          <w:sz w:val="18"/>
          <w:szCs w:val="18"/>
        </w:rPr>
      </w:pPr>
      <w:r w:rsidRPr="00EA4CEA">
        <w:rPr>
          <w:sz w:val="18"/>
          <w:szCs w:val="18"/>
        </w:rPr>
        <w:t>Příloha 6 Analýza nebezpečí a hodnocení rizik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8E1AE3" w:rsidRPr="008E1AE3">
        <w:rPr>
          <w:b/>
        </w:rPr>
        <w:t>Nákup vysokotlakého mycího zařízení</w:t>
      </w:r>
      <w:r w:rsidRPr="00F05536">
        <w:rPr>
          <w:b/>
        </w:rPr>
        <w:t xml:space="preserve">“ </w:t>
      </w:r>
      <w:r w:rsidRPr="00F05536">
        <w:t>za tuto nabídkovou cenu: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691204">
        <w:rPr>
          <w:b/>
          <w:bCs/>
        </w:rPr>
        <w:t xml:space="preserve">   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</w:t>
      </w:r>
      <w:r w:rsidR="00156F1C">
        <w:t xml:space="preserve">kupní </w:t>
      </w:r>
      <w:r w:rsidRPr="00156F1C">
        <w:t>smlouvy.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156F1C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</w:t>
      </w:r>
      <w:r w:rsidR="00156F1C">
        <w:t>plnění</w:t>
      </w:r>
      <w:r w:rsidRPr="00F05536">
        <w:t xml:space="preserve">: </w:t>
      </w:r>
      <w:r w:rsidR="00D82647" w:rsidRPr="00156F1C">
        <w:rPr>
          <w:b/>
        </w:rPr>
        <w:t>ihned po nabytí účinnosti smlouvy uveřejněním v 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156F1C">
        <w:t xml:space="preserve">Ukončení </w:t>
      </w:r>
      <w:r w:rsidR="00156F1C" w:rsidRPr="00156F1C">
        <w:t>plnění</w:t>
      </w:r>
      <w:r w:rsidRPr="00156F1C">
        <w:t xml:space="preserve">: </w:t>
      </w:r>
      <w:r w:rsidR="00156F1C" w:rsidRPr="00156F1C">
        <w:rPr>
          <w:b/>
        </w:rPr>
        <w:t>31</w:t>
      </w:r>
      <w:r w:rsidRPr="00156F1C">
        <w:rPr>
          <w:b/>
        </w:rPr>
        <w:t xml:space="preserve">. </w:t>
      </w:r>
      <w:r w:rsidR="00156F1C" w:rsidRPr="00156F1C">
        <w:rPr>
          <w:b/>
        </w:rPr>
        <w:t>července</w:t>
      </w:r>
      <w:r w:rsidR="00F05536" w:rsidRPr="00156F1C">
        <w:rPr>
          <w:b/>
        </w:rPr>
        <w:t xml:space="preserve"> 202</w:t>
      </w:r>
      <w:r w:rsidR="00156F1C" w:rsidRPr="00156F1C">
        <w:rPr>
          <w:b/>
        </w:rPr>
        <w:t>1</w:t>
      </w:r>
      <w:r w:rsidRPr="00156F1C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</w:r>
      <w:r w:rsidRPr="00156F1C">
        <w:rPr>
          <w:highlight w:val="yellow"/>
        </w:rPr>
        <w:t>%</w:t>
      </w:r>
      <w:r w:rsidRPr="007364DE">
        <w:t xml:space="preserve">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 xml:space="preserve">dodavatelé </w:t>
      </w:r>
      <w:r w:rsidRPr="007364DE">
        <w:rPr>
          <w:color w:val="000000"/>
        </w:rPr>
        <w:lastRenderedPageBreak/>
        <w:t>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156F1C" w:rsidRPr="007364DE" w:rsidRDefault="00156F1C" w:rsidP="00156F1C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156F1C" w:rsidRDefault="00156F1C" w:rsidP="00156F1C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156F1C" w:rsidRPr="007364DE" w:rsidRDefault="00156F1C" w:rsidP="00156F1C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374707" w:rsidRPr="007364DE" w:rsidRDefault="00156F1C" w:rsidP="00156F1C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Touto nabídkou se cítíme vázáni po celou zadávací lhůtu, jak je uvedena ve </w:t>
      </w:r>
      <w:r>
        <w:t>V</w:t>
      </w:r>
      <w:r w:rsidRPr="007364DE">
        <w:t>ýzvě</w:t>
      </w:r>
      <w:r w:rsidR="00374707" w:rsidRPr="007364DE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156F1C">
        <w:t>…………………………………………….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  <w:r w:rsidR="00156F1C">
        <w:t>…………………………………………………………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  <w:r w:rsidR="00156F1C">
        <w:t>……………………………………..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117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117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11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117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50151"/>
    <w:rsid w:val="00072C1E"/>
    <w:rsid w:val="000E23A7"/>
    <w:rsid w:val="0010693F"/>
    <w:rsid w:val="00114472"/>
    <w:rsid w:val="001550BC"/>
    <w:rsid w:val="00156F1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3608C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60AD3"/>
    <w:rsid w:val="00677B7F"/>
    <w:rsid w:val="00691204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053F"/>
    <w:rsid w:val="008659F3"/>
    <w:rsid w:val="00886D4B"/>
    <w:rsid w:val="00895406"/>
    <w:rsid w:val="008A3568"/>
    <w:rsid w:val="008D03B9"/>
    <w:rsid w:val="008E1AE3"/>
    <w:rsid w:val="008F18D6"/>
    <w:rsid w:val="00904780"/>
    <w:rsid w:val="00922385"/>
    <w:rsid w:val="009223DF"/>
    <w:rsid w:val="00923DE9"/>
    <w:rsid w:val="00936091"/>
    <w:rsid w:val="00940D8A"/>
    <w:rsid w:val="00951172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304B7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2D99BCF-584E-43CA-81A3-8802F086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2</Pages>
  <Words>474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Bartoňová Simona, Ing.</cp:lastModifiedBy>
  <cp:revision>2</cp:revision>
  <cp:lastPrinted>2017-11-28T17:18:00Z</cp:lastPrinted>
  <dcterms:created xsi:type="dcterms:W3CDTF">2021-05-06T08:01:00Z</dcterms:created>
  <dcterms:modified xsi:type="dcterms:W3CDTF">2021-05-06T08:01:00Z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